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3145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8A245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Α28-</w:t>
            </w:r>
            <w:r w:rsidR="008A245B" w:rsidRPr="008A245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Ο2.Ε20 </w:t>
            </w:r>
            <w:r w:rsidR="00C71DFC" w:rsidRPr="00C71D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8A245B" w:rsidRPr="008A245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Φορητός Η/Υ Τύπου 07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2E7B28" w:rsidRPr="00DF25B3" w:rsidTr="008A245B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B28" w:rsidRPr="00A8070F" w:rsidRDefault="008A245B" w:rsidP="008A245B">
            <w:r>
              <w:t>Φορητός Η/Υ Οθόνη: 15.6" Αφής 1920 x 1080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DF25B3" w:rsidTr="008A245B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B28" w:rsidRPr="008A245B" w:rsidRDefault="008A245B" w:rsidP="008A245B">
            <w:r>
              <w:t xml:space="preserve">Επεξεργαστής: </w:t>
            </w:r>
            <w:proofErr w:type="spellStart"/>
            <w:r>
              <w:t>Intel</w:t>
            </w:r>
            <w:proofErr w:type="spellEnd"/>
            <w:r>
              <w:t xml:space="preserve"> </w:t>
            </w:r>
            <w:proofErr w:type="spellStart"/>
            <w:r>
              <w:t>Core</w:t>
            </w:r>
            <w:proofErr w:type="spellEnd"/>
            <w:r>
              <w:t xml:space="preserve"> i7 1355U 5.0 </w:t>
            </w:r>
            <w:proofErr w:type="spellStart"/>
            <w:r>
              <w:t>GHz</w:t>
            </w:r>
            <w:proofErr w:type="spellEnd"/>
            <w:r>
              <w:t xml:space="preserve">   ή ισοδύναμο ή καλύτερο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DF25B3" w:rsidTr="008A245B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B28" w:rsidRPr="00A8070F" w:rsidRDefault="008A245B" w:rsidP="008A245B">
            <w:pPr>
              <w:rPr>
                <w:lang w:val="en-GB"/>
              </w:rPr>
            </w:pPr>
            <w:r>
              <w:t>Μνήμη: 16 GB DDR4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DF25B3" w:rsidTr="008A245B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B28" w:rsidRPr="00A8070F" w:rsidRDefault="008A245B" w:rsidP="008A245B">
            <w:pPr>
              <w:rPr>
                <w:lang w:val="en-GB"/>
              </w:rPr>
            </w:pPr>
            <w:r>
              <w:t xml:space="preserve">Χωρητικότητα: 1 TB 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DF25B3" w:rsidTr="008A245B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7B28" w:rsidRPr="00A8070F" w:rsidRDefault="008A245B" w:rsidP="008A245B">
            <w:pPr>
              <w:rPr>
                <w:lang w:val="en-GB"/>
              </w:rPr>
            </w:pPr>
            <w:r>
              <w:t>Να</w:t>
            </w:r>
            <w:r w:rsidRPr="008A245B">
              <w:rPr>
                <w:lang w:val="en-GB"/>
              </w:rPr>
              <w:t xml:space="preserve"> </w:t>
            </w:r>
            <w:r>
              <w:t>έχει</w:t>
            </w:r>
            <w:r w:rsidRPr="008A245B">
              <w:rPr>
                <w:lang w:val="en-GB"/>
              </w:rPr>
              <w:t xml:space="preserve"> </w:t>
            </w:r>
            <w:r>
              <w:t>πιστοποιήσεις</w:t>
            </w:r>
            <w:r w:rsidRPr="008A245B">
              <w:rPr>
                <w:lang w:val="en-GB"/>
              </w:rPr>
              <w:t xml:space="preserve"> CE, ENERGY STAR, EPEAT Gold, TCO 9 </w:t>
            </w:r>
            <w:r>
              <w:t>και</w:t>
            </w:r>
            <w:r w:rsidRPr="008A245B">
              <w:rPr>
                <w:lang w:val="en-GB"/>
              </w:rPr>
              <w:t xml:space="preserve"> RoHS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</w:tbl>
    <w:p w:rsidR="00EB2777" w:rsidRDefault="00EB2777" w:rsidP="002E7B28"/>
    <w:p w:rsidR="008A245B" w:rsidRDefault="008A245B"/>
    <w:sectPr w:rsidR="008A24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2B0E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145AE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593FA3"/>
    <w:rsid w:val="006C353C"/>
    <w:rsid w:val="006D1013"/>
    <w:rsid w:val="007420FC"/>
    <w:rsid w:val="0075164A"/>
    <w:rsid w:val="00753C81"/>
    <w:rsid w:val="008040B9"/>
    <w:rsid w:val="008853AB"/>
    <w:rsid w:val="008A245B"/>
    <w:rsid w:val="009735EA"/>
    <w:rsid w:val="009809F1"/>
    <w:rsid w:val="00997F72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C4143F"/>
    <w:rsid w:val="00C65E37"/>
    <w:rsid w:val="00C71DFC"/>
    <w:rsid w:val="00C8287A"/>
    <w:rsid w:val="00C86AD9"/>
    <w:rsid w:val="00E50C36"/>
    <w:rsid w:val="00E56EDD"/>
    <w:rsid w:val="00E57686"/>
    <w:rsid w:val="00E60D07"/>
    <w:rsid w:val="00EB2777"/>
    <w:rsid w:val="00F41BA0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D9F7B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8560F996</Template>
  <TotalTime>3</TotalTime>
  <Pages>1</Pages>
  <Words>57</Words>
  <Characters>311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2025-09-10T07:27:00Z</dcterms:created>
  <dcterms:modified xsi:type="dcterms:W3CDTF">2025-09-11T06:49:00Z</dcterms:modified>
</cp:coreProperties>
</file>